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244412">
      <w:pPr>
        <w:spacing w:before="360" w:after="24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244412" w:rsidRDefault="0004224E" w:rsidP="00244412">
      <w:pPr>
        <w:spacing w:before="120" w:after="12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F76020">
        <w:rPr>
          <w:rFonts w:ascii="Calibri" w:hAnsi="Calibri"/>
        </w:rPr>
        <w:t>kceptuję wyjaśnienia do raportu</w:t>
      </w:r>
      <w:r w:rsidRPr="00774454">
        <w:rPr>
          <w:rFonts w:ascii="Calibri" w:hAnsi="Calibri"/>
        </w:rPr>
        <w:t xml:space="preserve"> za I</w:t>
      </w:r>
      <w:r w:rsidR="00401029">
        <w:rPr>
          <w:rFonts w:ascii="Calibri" w:hAnsi="Calibri"/>
        </w:rPr>
        <w:t>V</w:t>
      </w:r>
      <w:r w:rsidRPr="00774454">
        <w:rPr>
          <w:rFonts w:ascii="Calibri" w:hAnsi="Calibri"/>
        </w:rPr>
        <w:t xml:space="preserve"> kwartał 2020 r. z postępu rzeczowo-finansowego </w:t>
      </w:r>
      <w:r w:rsidR="00F76020">
        <w:rPr>
          <w:rFonts w:ascii="Calibri" w:hAnsi="Calibri"/>
        </w:rPr>
        <w:t>projektu informatycznego</w:t>
      </w:r>
      <w:r w:rsidR="00EE1E5A">
        <w:rPr>
          <w:rFonts w:ascii="Calibri" w:hAnsi="Calibri"/>
        </w:rPr>
        <w:t xml:space="preserve"> pn. </w:t>
      </w:r>
      <w:r w:rsidRPr="00774454">
        <w:rPr>
          <w:rFonts w:ascii="Calibri" w:hAnsi="Calibri"/>
        </w:rPr>
        <w:t xml:space="preserve"> </w:t>
      </w:r>
    </w:p>
    <w:p w:rsidR="00F76020" w:rsidRPr="00F76020" w:rsidRDefault="00F76020" w:rsidP="00F76020">
      <w:pPr>
        <w:pStyle w:val="Akapitzlist"/>
        <w:numPr>
          <w:ilvl w:val="0"/>
          <w:numId w:val="3"/>
        </w:numPr>
        <w:spacing w:before="240" w:after="240" w:line="264" w:lineRule="auto"/>
        <w:rPr>
          <w:rFonts w:asciiTheme="minorHAnsi" w:eastAsia="Calibri" w:hAnsiTheme="minorHAnsi" w:cstheme="minorHAnsi"/>
          <w:b/>
          <w:sz w:val="24"/>
          <w:szCs w:val="24"/>
        </w:rPr>
      </w:pPr>
      <w:r w:rsidRPr="00F76020">
        <w:rPr>
          <w:rFonts w:asciiTheme="minorHAnsi" w:eastAsia="Calibri" w:hAnsiTheme="minorHAnsi" w:cstheme="minorHAnsi"/>
          <w:b/>
          <w:sz w:val="24"/>
          <w:szCs w:val="24"/>
        </w:rPr>
        <w:t xml:space="preserve">Usługi cyfrowe dla bezzałogowych statków powietrznych - </w:t>
      </w:r>
      <w:r w:rsidRPr="00F76020">
        <w:rPr>
          <w:rFonts w:asciiTheme="minorHAnsi" w:eastAsia="Calibri" w:hAnsiTheme="minorHAnsi" w:cstheme="minorHAnsi"/>
          <w:sz w:val="24"/>
          <w:szCs w:val="24"/>
        </w:rPr>
        <w:t>wnioskodawca Minister Infrastruktury, beneficjent Polska Agencja Żeglugi Powietrznej</w:t>
      </w:r>
      <w:r w:rsidRPr="00F76020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</w:p>
    <w:p w:rsidR="0004224E" w:rsidRPr="00244412" w:rsidRDefault="006C682B" w:rsidP="00244412">
      <w:pPr>
        <w:spacing w:before="240" w:after="24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uznaję </w:t>
      </w:r>
      <w:r w:rsidR="0004224E" w:rsidRPr="00244412">
        <w:rPr>
          <w:rFonts w:asciiTheme="minorHAnsi" w:hAnsiTheme="minorHAnsi" w:cstheme="minorHAnsi"/>
        </w:rPr>
        <w:t>raport</w:t>
      </w:r>
      <w:r w:rsidR="00301616" w:rsidRPr="00244412">
        <w:rPr>
          <w:rFonts w:asciiTheme="minorHAnsi" w:hAnsiTheme="minorHAnsi" w:cstheme="minorHAnsi"/>
        </w:rPr>
        <w:t xml:space="preserve"> za uzgo</w:t>
      </w:r>
      <w:r w:rsidR="00F76020">
        <w:rPr>
          <w:rFonts w:asciiTheme="minorHAnsi" w:hAnsiTheme="minorHAnsi" w:cstheme="minorHAnsi"/>
        </w:rPr>
        <w:t>dniony</w:t>
      </w:r>
      <w:r w:rsidR="0004224E" w:rsidRPr="00244412">
        <w:rPr>
          <w:rFonts w:asciiTheme="minorHAnsi" w:hAnsiTheme="minorHAnsi" w:cstheme="minorHAnsi"/>
        </w:rPr>
        <w:t xml:space="preserve">. </w:t>
      </w:r>
    </w:p>
    <w:p w:rsidR="00401029" w:rsidRPr="00244412" w:rsidRDefault="00401029" w:rsidP="00F04927">
      <w:pPr>
        <w:spacing w:before="240" w:after="240" w:line="264" w:lineRule="auto"/>
        <w:rPr>
          <w:rFonts w:asciiTheme="minorHAnsi" w:eastAsia="Calibri" w:hAnsiTheme="minorHAnsi" w:cstheme="minorHAnsi"/>
          <w:b/>
          <w:lang w:eastAsia="en-US"/>
        </w:rPr>
      </w:pPr>
      <w:bookmarkStart w:id="0" w:name="_GoBack"/>
      <w:bookmarkEnd w:id="0"/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D" w:rsidRDefault="00A6176D">
      <w:r>
        <w:separator/>
      </w:r>
    </w:p>
  </w:endnote>
  <w:endnote w:type="continuationSeparator" w:id="0">
    <w:p w:rsidR="00A6176D" w:rsidRDefault="00A6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D" w:rsidRDefault="00A6176D">
      <w:r>
        <w:separator/>
      </w:r>
    </w:p>
  </w:footnote>
  <w:footnote w:type="continuationSeparator" w:id="0">
    <w:p w:rsidR="00A6176D" w:rsidRDefault="00A61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F76020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F76020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DAIP.WOKRM.0102.75.1.2021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F76020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F76020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DAIP.WOKRM.0102.75.1.2021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44412"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A2D39"/>
    <w:multiLevelType w:val="hybridMultilevel"/>
    <w:tmpl w:val="47FE3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C5544"/>
    <w:multiLevelType w:val="hybridMultilevel"/>
    <w:tmpl w:val="A948D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4D8D"/>
    <w:rsid w:val="00244412"/>
    <w:rsid w:val="002A0DA3"/>
    <w:rsid w:val="002C0265"/>
    <w:rsid w:val="002D6DAA"/>
    <w:rsid w:val="00301616"/>
    <w:rsid w:val="0033475C"/>
    <w:rsid w:val="00401029"/>
    <w:rsid w:val="00404F0E"/>
    <w:rsid w:val="00417572"/>
    <w:rsid w:val="00420DDB"/>
    <w:rsid w:val="00433553"/>
    <w:rsid w:val="00446181"/>
    <w:rsid w:val="0046116B"/>
    <w:rsid w:val="004633D0"/>
    <w:rsid w:val="00494D0A"/>
    <w:rsid w:val="00495DA1"/>
    <w:rsid w:val="004F20D4"/>
    <w:rsid w:val="00504559"/>
    <w:rsid w:val="00554DA7"/>
    <w:rsid w:val="0058723A"/>
    <w:rsid w:val="005C7EB9"/>
    <w:rsid w:val="005E753F"/>
    <w:rsid w:val="0060027F"/>
    <w:rsid w:val="006A5C4D"/>
    <w:rsid w:val="006B6F70"/>
    <w:rsid w:val="006C682B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9E0CD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21D14"/>
    <w:rsid w:val="00DA0A66"/>
    <w:rsid w:val="00DB327B"/>
    <w:rsid w:val="00E53782"/>
    <w:rsid w:val="00E86BDA"/>
    <w:rsid w:val="00EA13E5"/>
    <w:rsid w:val="00EA7F17"/>
    <w:rsid w:val="00EE1E5A"/>
    <w:rsid w:val="00F04927"/>
    <w:rsid w:val="00F10BA4"/>
    <w:rsid w:val="00F465C6"/>
    <w:rsid w:val="00F76020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26</TotalTime>
  <Pages>1</Pages>
  <Words>68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8</cp:revision>
  <dcterms:created xsi:type="dcterms:W3CDTF">2021-02-08T13:27:00Z</dcterms:created>
  <dcterms:modified xsi:type="dcterms:W3CDTF">2021-04-07T10:17:00Z</dcterms:modified>
</cp:coreProperties>
</file>